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F72F7-E8FD-47B6-B7FA-81C1C0FDA58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